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937B5" w14:textId="42204896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7728" behindDoc="0" locked="0" layoutInCell="1" allowOverlap="1" wp14:anchorId="45E194F7" wp14:editId="7A1CAD7B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5680" behindDoc="0" locked="0" layoutInCell="1" allowOverlap="1" wp14:anchorId="39383B26" wp14:editId="3D41F733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4E0640">
        <w:rPr>
          <w:rFonts w:ascii="Segoe Print" w:hAnsi="Segoe Print"/>
          <w:b/>
          <w:sz w:val="24"/>
        </w:rPr>
        <w:t>4</w:t>
      </w:r>
      <w:r w:rsidR="00D51195" w:rsidRPr="0090117B">
        <w:rPr>
          <w:rFonts w:ascii="Segoe Print" w:hAnsi="Segoe Print"/>
          <w:b/>
          <w:sz w:val="24"/>
        </w:rPr>
        <w:t>.</w:t>
      </w:r>
      <w:r w:rsidR="00B1222C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147AEEFA" w14:textId="7777777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E20822" w:rsidRPr="000A63AF" w14:paraId="36741F95" w14:textId="77777777" w:rsidTr="007E2C1A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4B2EA697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0D97435D" w14:textId="505D3624" w:rsidR="00E20822" w:rsidRPr="00FB0E81" w:rsidRDefault="00737BE9" w:rsidP="007B4226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FE7BE4">
              <w:rPr>
                <w:rFonts w:ascii="Arial" w:hAnsi="Arial" w:cs="Arial"/>
                <w:noProof/>
                <w:szCs w:val="20"/>
              </w:rPr>
              <w:t>Share £56 in the ratio 3 : 4</w:t>
            </w:r>
            <w:r w:rsidRPr="00FE7BE4">
              <w:rPr>
                <w:rFonts w:ascii="Avenir Book" w:hAnsi="Avenir Book"/>
              </w:rPr>
              <w:tab/>
            </w:r>
          </w:p>
        </w:tc>
        <w:tc>
          <w:tcPr>
            <w:tcW w:w="425" w:type="dxa"/>
            <w:tcBorders>
              <w:right w:val="nil"/>
            </w:tcBorders>
          </w:tcPr>
          <w:p w14:paraId="7F000E1D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402A6BBE" w14:textId="15CEDE4F" w:rsidR="00E20822" w:rsidRPr="000A63AF" w:rsidRDefault="000B383E" w:rsidP="0064471D">
            <w:pPr>
              <w:spacing w:before="120" w:after="0"/>
              <w:rPr>
                <w:rFonts w:ascii="Avenir Book" w:eastAsiaTheme="minorEastAsia" w:hAnsi="Avenir Book"/>
              </w:rPr>
            </w:pPr>
            <w:r w:rsidRPr="00FE7BE4"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oMath>
            <w:r w:rsidRPr="00FE7BE4">
              <w:rPr>
                <w:rFonts w:eastAsiaTheme="minorEastAsia"/>
              </w:rPr>
              <w:t xml:space="preserve"> in its simplest form.</w:t>
            </w:r>
          </w:p>
        </w:tc>
      </w:tr>
      <w:tr w:rsidR="00E20822" w:rsidRPr="00C240D5" w14:paraId="1B4AA582" w14:textId="77777777" w:rsidTr="007E2C1A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1FEC5C84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49A5EF12" w14:textId="601E72BD" w:rsidR="00E20822" w:rsidRPr="00C240D5" w:rsidRDefault="004E0640" w:rsidP="00505FC9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vertAlign w:val="superscript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DD16B70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6613A916" w14:textId="4FC4C24F" w:rsidR="00E20822" w:rsidRPr="00C240D5" w:rsidRDefault="00B1222C" w:rsidP="0064471D">
            <w:pPr>
              <w:spacing w:before="120" w:after="0"/>
              <w:rPr>
                <w:rFonts w:ascii="Avenir Book" w:hAnsi="Avenir Book"/>
              </w:rPr>
            </w:pPr>
            <w:r w:rsidRPr="00FE7BE4">
              <w:t>Wha</w:t>
            </w:r>
            <w:r>
              <w:t>t’s the highest common factor o</w:t>
            </w:r>
            <w:r w:rsidRPr="00FE7BE4">
              <w:t>f 10 and 16?</w:t>
            </w:r>
          </w:p>
        </w:tc>
      </w:tr>
      <w:tr w:rsidR="00E20822" w:rsidRPr="00C240D5" w14:paraId="5AD6D8F4" w14:textId="77777777" w:rsidTr="007E2C1A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19BC3103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7D470096" w14:textId="77777777" w:rsidR="0072060A" w:rsidRPr="00FE7BE4" w:rsidRDefault="0072060A" w:rsidP="0072060A">
            <w:pPr>
              <w:spacing w:before="120" w:after="0"/>
              <w:rPr>
                <w:rFonts w:ascii="Arial" w:hAnsi="Arial" w:cs="Arial"/>
                <w:noProof/>
                <w:szCs w:val="20"/>
              </w:rPr>
            </w:pPr>
            <w:r w:rsidRPr="00FE7BE4">
              <w:rPr>
                <w:rFonts w:ascii="Arial" w:hAnsi="Arial" w:cs="Arial"/>
                <w:noProof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27EE7766" wp14:editId="55839632">
                      <wp:simplePos x="0" y="0"/>
                      <wp:positionH relativeFrom="column">
                        <wp:posOffset>2318580</wp:posOffset>
                      </wp:positionH>
                      <wp:positionV relativeFrom="paragraph">
                        <wp:posOffset>104140</wp:posOffset>
                      </wp:positionV>
                      <wp:extent cx="723265" cy="666702"/>
                      <wp:effectExtent l="0" t="0" r="19685" b="635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265" cy="666702"/>
                                <a:chOff x="0" y="0"/>
                                <a:chExt cx="1008380" cy="946847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 flipH="1">
                                  <a:off x="0" y="0"/>
                                  <a:ext cx="1008380" cy="869315"/>
                                  <a:chOff x="0" y="0"/>
                                  <a:chExt cx="1075055" cy="770255"/>
                                </a:xfrm>
                              </wpg:grpSpPr>
                              <wps:wsp>
                                <wps:cNvPr id="4" name="Right Triangle 4"/>
                                <wps:cNvSpPr/>
                                <wps:spPr>
                                  <a:xfrm>
                                    <a:off x="0" y="0"/>
                                    <a:ext cx="1075055" cy="770255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0" y="600710"/>
                                    <a:ext cx="168910" cy="1606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16459" y="584537"/>
                                  <a:ext cx="416257" cy="362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C85BBC3" w14:textId="77777777" w:rsidR="0072060A" w:rsidRDefault="0072060A" w:rsidP="0072060A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θ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EE7766" id="Group 2" o:spid="_x0000_s1026" style="position:absolute;margin-left:182.55pt;margin-top:8.2pt;width:56.95pt;height:52.5pt;z-index:251684864;mso-width-relative:margin;mso-height-relative:margin" coordsize="10083,94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">
                      <v:group id="Group 3" o:spid="_x0000_s1027" style="position:absolute;width:10083;height:8693;flip:x" coordsize="10750,77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&#13;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Right Triangle 4" o:spid="_x0000_s1028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"/>
                        <v:rect id="Rectangle 5" o:spid="_x0000_s1029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" fillcolor="black [3213]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30" type="#_x0000_t202" style="position:absolute;left:1164;top:5845;width:4163;height:36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      <v:textbox>
                          <w:txbxContent>
                            <w:p w14:paraId="3C85BBC3" w14:textId="77777777" w:rsidR="0072060A" w:rsidRDefault="0072060A" w:rsidP="0072060A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θ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Cs w:val="20"/>
              </w:rPr>
              <w:t>Label the sides H, A and O.</w:t>
            </w:r>
          </w:p>
          <w:p w14:paraId="1AC6E1F3" w14:textId="438F520C" w:rsidR="007E2C1A" w:rsidRPr="00C240D5" w:rsidRDefault="007E2C1A" w:rsidP="007E2C1A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4E909F7F" wp14:editId="6C4B7AFC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F4DF2E3" w14:textId="77777777" w:rsidR="000A63AF" w:rsidRDefault="000A63AF" w:rsidP="00525119">
      <w:pPr>
        <w:spacing w:after="0"/>
        <w:rPr>
          <w:rFonts w:ascii="Avenir Book" w:hAnsi="Avenir Book"/>
          <w:sz w:val="24"/>
          <w:szCs w:val="24"/>
        </w:rPr>
      </w:pPr>
    </w:p>
    <w:p w14:paraId="6C6BDE08" w14:textId="77777777" w:rsidR="007E2C1A" w:rsidRDefault="007E2C1A" w:rsidP="00525119">
      <w:pPr>
        <w:spacing w:after="0"/>
        <w:rPr>
          <w:rFonts w:ascii="Avenir Book" w:hAnsi="Avenir Book"/>
          <w:sz w:val="24"/>
          <w:szCs w:val="24"/>
        </w:rPr>
      </w:pPr>
    </w:p>
    <w:p w14:paraId="4773BE6D" w14:textId="77777777" w:rsidR="00B1222C" w:rsidRDefault="00B1222C" w:rsidP="00B1222C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7936" behindDoc="0" locked="0" layoutInCell="1" allowOverlap="1" wp14:anchorId="358CB177" wp14:editId="7180E9DC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20" name="Picture 2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86912" behindDoc="0" locked="0" layoutInCell="1" allowOverlap="1" wp14:anchorId="79988FA2" wp14:editId="6CCB3DA6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21" name="Picture 2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4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E5D3477" w14:textId="77777777" w:rsidR="00B1222C" w:rsidRDefault="00B1222C" w:rsidP="00B1222C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52"/>
        <w:gridCol w:w="425"/>
        <w:gridCol w:w="5103"/>
      </w:tblGrid>
      <w:tr w:rsidR="00B1222C" w:rsidRPr="000A63AF" w14:paraId="21D347E9" w14:textId="77777777" w:rsidTr="00E0125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18B27D0B" w14:textId="77777777" w:rsidR="00B1222C" w:rsidRPr="00C240D5" w:rsidRDefault="00B1222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252" w:type="dxa"/>
            <w:tcBorders>
              <w:left w:val="nil"/>
            </w:tcBorders>
          </w:tcPr>
          <w:p w14:paraId="1273D13C" w14:textId="77777777" w:rsidR="00B1222C" w:rsidRPr="00FB0E81" w:rsidRDefault="00B1222C" w:rsidP="00E01254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FE7BE4">
              <w:rPr>
                <w:rFonts w:ascii="Arial" w:hAnsi="Arial" w:cs="Arial"/>
                <w:noProof/>
                <w:szCs w:val="20"/>
              </w:rPr>
              <w:t>Share £56 in the ratio 3 : 4</w:t>
            </w:r>
            <w:r w:rsidRPr="00FE7BE4">
              <w:rPr>
                <w:rFonts w:ascii="Avenir Book" w:hAnsi="Avenir Book"/>
              </w:rPr>
              <w:tab/>
            </w:r>
          </w:p>
        </w:tc>
        <w:tc>
          <w:tcPr>
            <w:tcW w:w="425" w:type="dxa"/>
            <w:tcBorders>
              <w:right w:val="nil"/>
            </w:tcBorders>
          </w:tcPr>
          <w:p w14:paraId="002EB428" w14:textId="77777777" w:rsidR="00B1222C" w:rsidRPr="00C240D5" w:rsidRDefault="00B1222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5103" w:type="dxa"/>
            <w:tcBorders>
              <w:left w:val="nil"/>
            </w:tcBorders>
          </w:tcPr>
          <w:p w14:paraId="1AC20F57" w14:textId="77777777" w:rsidR="00B1222C" w:rsidRPr="000A63AF" w:rsidRDefault="00B1222C" w:rsidP="00E01254">
            <w:pPr>
              <w:spacing w:before="120" w:after="0"/>
              <w:rPr>
                <w:rFonts w:ascii="Avenir Book" w:eastAsiaTheme="minorEastAsia" w:hAnsi="Avenir Book"/>
              </w:rPr>
            </w:pPr>
            <w:r w:rsidRPr="00FE7BE4">
              <w:t xml:space="preserve">Write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oMath>
            <w:r w:rsidRPr="00FE7BE4">
              <w:rPr>
                <w:rFonts w:eastAsiaTheme="minorEastAsia"/>
              </w:rPr>
              <w:t xml:space="preserve"> in its simplest form.</w:t>
            </w:r>
          </w:p>
        </w:tc>
      </w:tr>
      <w:tr w:rsidR="00B1222C" w:rsidRPr="00C240D5" w14:paraId="301D878B" w14:textId="77777777" w:rsidTr="00E0125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417A8C90" w14:textId="77777777" w:rsidR="00B1222C" w:rsidRPr="00C240D5" w:rsidRDefault="00B1222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252" w:type="dxa"/>
            <w:tcBorders>
              <w:left w:val="nil"/>
              <w:bottom w:val="single" w:sz="4" w:space="0" w:color="auto"/>
            </w:tcBorders>
          </w:tcPr>
          <w:p w14:paraId="156F3EC4" w14:textId="77777777" w:rsidR="00B1222C" w:rsidRPr="00C240D5" w:rsidRDefault="00B1222C" w:rsidP="00E01254">
            <w:pPr>
              <w:spacing w:before="120" w:after="0"/>
              <w:rPr>
                <w:rFonts w:ascii="Avenir Book" w:hAnsi="Avenir Book"/>
              </w:rPr>
            </w:pPr>
            <w:r>
              <w:t xml:space="preserve">Work out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vertAlign w:val="superscript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67C79F7F" w14:textId="77777777" w:rsidR="00B1222C" w:rsidRPr="00C240D5" w:rsidRDefault="00B1222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14:paraId="703EB11D" w14:textId="77777777" w:rsidR="00B1222C" w:rsidRPr="00C240D5" w:rsidRDefault="00B1222C" w:rsidP="00E01254">
            <w:pPr>
              <w:spacing w:before="120" w:after="0"/>
              <w:rPr>
                <w:rFonts w:ascii="Avenir Book" w:hAnsi="Avenir Book"/>
              </w:rPr>
            </w:pPr>
            <w:r w:rsidRPr="00FE7BE4">
              <w:t>Wha</w:t>
            </w:r>
            <w:r>
              <w:t>t’s the highest common factor o</w:t>
            </w:r>
            <w:r w:rsidRPr="00FE7BE4">
              <w:t>f 10 and 16?</w:t>
            </w:r>
          </w:p>
        </w:tc>
      </w:tr>
      <w:tr w:rsidR="00B1222C" w:rsidRPr="00C240D5" w14:paraId="352A5F09" w14:textId="77777777" w:rsidTr="00E01254">
        <w:trPr>
          <w:trHeight w:val="1398"/>
        </w:trPr>
        <w:tc>
          <w:tcPr>
            <w:tcW w:w="421" w:type="dxa"/>
            <w:tcBorders>
              <w:right w:val="nil"/>
            </w:tcBorders>
          </w:tcPr>
          <w:p w14:paraId="77E5A972" w14:textId="77777777" w:rsidR="00B1222C" w:rsidRPr="00C240D5" w:rsidRDefault="00B1222C" w:rsidP="00E01254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40A28555" w14:textId="77777777" w:rsidR="00B1222C" w:rsidRPr="00FE7BE4" w:rsidRDefault="00B1222C" w:rsidP="00E01254">
            <w:pPr>
              <w:spacing w:before="120" w:after="0"/>
              <w:rPr>
                <w:rFonts w:ascii="Arial" w:hAnsi="Arial" w:cs="Arial"/>
                <w:noProof/>
                <w:szCs w:val="20"/>
              </w:rPr>
            </w:pPr>
            <w:r w:rsidRPr="00FE7BE4">
              <w:rPr>
                <w:rFonts w:ascii="Arial" w:hAnsi="Arial" w:cs="Arial"/>
                <w:noProof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4C08F6A0" wp14:editId="0EEA3291">
                      <wp:simplePos x="0" y="0"/>
                      <wp:positionH relativeFrom="column">
                        <wp:posOffset>2318580</wp:posOffset>
                      </wp:positionH>
                      <wp:positionV relativeFrom="paragraph">
                        <wp:posOffset>104140</wp:posOffset>
                      </wp:positionV>
                      <wp:extent cx="723265" cy="666702"/>
                      <wp:effectExtent l="0" t="0" r="19685" b="635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265" cy="666702"/>
                                <a:chOff x="0" y="0"/>
                                <a:chExt cx="1008380" cy="946847"/>
                              </a:xfrm>
                            </wpg:grpSpPr>
                            <wpg:grpSp>
                              <wpg:cNvPr id="15" name="Group 15"/>
                              <wpg:cNvGrpSpPr/>
                              <wpg:grpSpPr>
                                <a:xfrm flipH="1">
                                  <a:off x="0" y="0"/>
                                  <a:ext cx="1008380" cy="869315"/>
                                  <a:chOff x="0" y="0"/>
                                  <a:chExt cx="1075055" cy="770255"/>
                                </a:xfrm>
                              </wpg:grpSpPr>
                              <wps:wsp>
                                <wps:cNvPr id="16" name="Right Triangle 16"/>
                                <wps:cNvSpPr/>
                                <wps:spPr>
                                  <a:xfrm>
                                    <a:off x="0" y="0"/>
                                    <a:ext cx="1075055" cy="770255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Rectangle 17"/>
                                <wps:cNvSpPr/>
                                <wps:spPr>
                                  <a:xfrm>
                                    <a:off x="0" y="600710"/>
                                    <a:ext cx="168910" cy="16065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116459" y="584537"/>
                                  <a:ext cx="416257" cy="362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4CEE4A" w14:textId="77777777" w:rsidR="00B1222C" w:rsidRDefault="00B1222C" w:rsidP="00B1222C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θ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08F6A0" id="Group 14" o:spid="_x0000_s1031" style="position:absolute;margin-left:182.55pt;margin-top:8.2pt;width:56.95pt;height:52.5pt;z-index:251689984;mso-width-relative:margin;mso-height-relative:margin" coordsize="10083,94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">
                      <v:group id="Group 15" o:spid="_x0000_s1032" style="position:absolute;width:10083;height:8693;flip:x" coordsize="10750,77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">
                        <v:shape id="Right Triangle 16" o:spid="_x0000_s1033" type="#_x0000_t6" style="position:absolute;width:10750;height:77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"/>
                        <v:rect id="Rectangle 17" o:spid="_x0000_s1034" style="position:absolute;top:6007;width:1689;height:160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" fillcolor="black [3213]"/>
                      </v:group>
                      <v:shape id="Text Box 19" o:spid="_x0000_s1035" type="#_x0000_t202" style="position:absolute;left:1164;top:5845;width:4163;height:36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" filled="f" stroked="f" strokeweight=".5pt">
                        <v:textbox>
                          <w:txbxContent>
                            <w:p w14:paraId="7D4CEE4A" w14:textId="77777777" w:rsidR="00B1222C" w:rsidRDefault="00B1222C" w:rsidP="00B1222C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θ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Cs w:val="20"/>
              </w:rPr>
              <w:t>Label the sides H, A and O.</w:t>
            </w:r>
          </w:p>
          <w:p w14:paraId="35E1DEBA" w14:textId="77777777" w:rsidR="00B1222C" w:rsidRPr="00C240D5" w:rsidRDefault="00B1222C" w:rsidP="00E0125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49A2A15E" wp14:editId="7F1571EE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A29EFCE" w14:textId="77777777" w:rsidR="004E0640" w:rsidRDefault="004E0640" w:rsidP="00337A5B">
      <w:pPr>
        <w:spacing w:after="120"/>
        <w:ind w:firstLine="720"/>
        <w:rPr>
          <w:rFonts w:ascii="Avenir Book" w:hAnsi="Avenir Book"/>
          <w:sz w:val="24"/>
          <w:szCs w:val="24"/>
        </w:rPr>
      </w:pPr>
      <w:bookmarkStart w:id="0" w:name="_GoBack"/>
      <w:bookmarkEnd w:id="0"/>
    </w:p>
    <w:sectPr w:rsidR="004E064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Kristen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40"/>
    <w:rsid w:val="000A43CA"/>
    <w:rsid w:val="000A63AF"/>
    <w:rsid w:val="000B383E"/>
    <w:rsid w:val="001826A9"/>
    <w:rsid w:val="00213C21"/>
    <w:rsid w:val="002D5D86"/>
    <w:rsid w:val="00333535"/>
    <w:rsid w:val="00337A5B"/>
    <w:rsid w:val="003751F5"/>
    <w:rsid w:val="003D3798"/>
    <w:rsid w:val="003F51D8"/>
    <w:rsid w:val="004E0640"/>
    <w:rsid w:val="00505FC9"/>
    <w:rsid w:val="00525119"/>
    <w:rsid w:val="005766CE"/>
    <w:rsid w:val="005E3D83"/>
    <w:rsid w:val="0064471D"/>
    <w:rsid w:val="00705472"/>
    <w:rsid w:val="0072060A"/>
    <w:rsid w:val="00737BE9"/>
    <w:rsid w:val="007B4226"/>
    <w:rsid w:val="007E2C1A"/>
    <w:rsid w:val="00890B67"/>
    <w:rsid w:val="0090117B"/>
    <w:rsid w:val="0099142F"/>
    <w:rsid w:val="00AD3C1A"/>
    <w:rsid w:val="00B1222C"/>
    <w:rsid w:val="00BE7AC9"/>
    <w:rsid w:val="00C240D5"/>
    <w:rsid w:val="00C41860"/>
    <w:rsid w:val="00D51195"/>
    <w:rsid w:val="00DB511B"/>
    <w:rsid w:val="00DE1BE2"/>
    <w:rsid w:val="00E20822"/>
    <w:rsid w:val="00E7749A"/>
    <w:rsid w:val="00EC4CCA"/>
    <w:rsid w:val="00F53228"/>
    <w:rsid w:val="00FB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F183"/>
  <w15:docId w15:val="{CF2F7FDD-2FBF-C546-B737-099A0D735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7</cp:revision>
  <dcterms:created xsi:type="dcterms:W3CDTF">2019-02-22T16:51:00Z</dcterms:created>
  <dcterms:modified xsi:type="dcterms:W3CDTF">2019-02-22T16:52:00Z</dcterms:modified>
</cp:coreProperties>
</file>